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7A0" w:rsidRPr="00D22EF5" w:rsidRDefault="00417D57" w:rsidP="009A7B2C">
      <w:pPr>
        <w:jc w:val="center"/>
      </w:pPr>
      <w:r>
        <w:rPr>
          <w:noProof/>
          <w:lang w:eastAsia="fr-FR"/>
        </w:rPr>
        <w:drawing>
          <wp:inline distT="0" distB="0" distL="0" distR="0">
            <wp:extent cx="1485900" cy="91440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EEA" w:rsidRPr="00D22EF5" w:rsidRDefault="00F12DA6" w:rsidP="00A777A0">
      <w:pPr>
        <w:jc w:val="center"/>
        <w:rPr>
          <w:rFonts w:ascii="Georgia" w:hAnsi="Georgia"/>
          <w:color w:val="333399"/>
          <w:sz w:val="48"/>
          <w:szCs w:val="48"/>
        </w:rPr>
      </w:pPr>
      <w:fldSimple w:instr=" TITLE   \* MERGEFORMAT ">
        <w:r w:rsidR="00DA1C54">
          <w:rPr>
            <w:rFonts w:ascii="Georgia" w:hAnsi="Georgia"/>
            <w:color w:val="333399"/>
            <w:sz w:val="48"/>
            <w:szCs w:val="48"/>
          </w:rPr>
          <w:t>Relevé de présence à la formation</w:t>
        </w:r>
      </w:fldSimple>
    </w:p>
    <w:p w:rsidR="006D3174" w:rsidRDefault="00110055" w:rsidP="00A777A0">
      <w:pPr>
        <w:jc w:val="center"/>
        <w:rPr>
          <w:rFonts w:ascii="Georgia" w:hAnsi="Georgia"/>
          <w:color w:val="333399"/>
          <w:sz w:val="36"/>
          <w:szCs w:val="36"/>
        </w:rPr>
      </w:pPr>
      <w:r w:rsidRPr="00110055">
        <w:rPr>
          <w:rFonts w:ascii="Georgia" w:hAnsi="Georgia"/>
          <w:color w:val="333399"/>
          <w:sz w:val="36"/>
          <w:szCs w:val="36"/>
        </w:rPr>
        <w:t>Formation Administration fonctionnelle</w:t>
      </w:r>
      <w:r>
        <w:rPr>
          <w:rFonts w:ascii="Georgia" w:hAnsi="Georgia"/>
          <w:color w:val="333399"/>
          <w:sz w:val="36"/>
          <w:szCs w:val="36"/>
        </w:rPr>
        <w:t xml:space="preserve"> </w:t>
      </w:r>
    </w:p>
    <w:p w:rsidR="002B5EEA" w:rsidRPr="00D22EF5" w:rsidRDefault="00930E24" w:rsidP="00A777A0">
      <w:pPr>
        <w:jc w:val="center"/>
        <w:rPr>
          <w:rFonts w:ascii="Georgia" w:hAnsi="Georgia"/>
          <w:sz w:val="36"/>
          <w:szCs w:val="36"/>
        </w:rPr>
      </w:pPr>
      <w:r>
        <w:rPr>
          <w:rFonts w:ascii="Georgia" w:hAnsi="Georgia"/>
          <w:color w:val="333399"/>
          <w:sz w:val="36"/>
          <w:szCs w:val="36"/>
        </w:rPr>
        <w:t>Session du</w:t>
      </w:r>
      <w:r w:rsidR="00823191">
        <w:rPr>
          <w:rFonts w:ascii="Georgia" w:hAnsi="Georgia"/>
          <w:color w:val="333399"/>
          <w:sz w:val="36"/>
          <w:szCs w:val="36"/>
        </w:rPr>
        <w:t xml:space="preserve"> </w:t>
      </w:r>
      <w:r w:rsidR="00DE42FE">
        <w:rPr>
          <w:rFonts w:ascii="Georgia" w:hAnsi="Georgia"/>
          <w:color w:val="333399"/>
          <w:sz w:val="36"/>
          <w:szCs w:val="36"/>
        </w:rPr>
        <w:t>XX</w:t>
      </w:r>
      <w:r w:rsidR="00823191">
        <w:rPr>
          <w:rFonts w:ascii="Georgia" w:hAnsi="Georgia"/>
          <w:color w:val="333399"/>
          <w:sz w:val="36"/>
          <w:szCs w:val="36"/>
        </w:rPr>
        <w:t>/</w:t>
      </w:r>
      <w:r w:rsidR="00DE42FE">
        <w:rPr>
          <w:rFonts w:ascii="Georgia" w:hAnsi="Georgia"/>
          <w:color w:val="333399"/>
          <w:sz w:val="36"/>
          <w:szCs w:val="36"/>
        </w:rPr>
        <w:t>XX</w:t>
      </w:r>
      <w:r w:rsidR="00823191">
        <w:rPr>
          <w:rFonts w:ascii="Georgia" w:hAnsi="Georgia"/>
          <w:color w:val="333399"/>
          <w:sz w:val="36"/>
          <w:szCs w:val="36"/>
        </w:rPr>
        <w:t>/20</w:t>
      </w:r>
      <w:r w:rsidR="00DE42FE">
        <w:rPr>
          <w:rFonts w:ascii="Georgia" w:hAnsi="Georgia"/>
          <w:color w:val="333399"/>
          <w:sz w:val="36"/>
          <w:szCs w:val="36"/>
        </w:rPr>
        <w:t>XX</w:t>
      </w:r>
    </w:p>
    <w:p w:rsidR="0074309E" w:rsidRPr="00D22EF5" w:rsidRDefault="0074309E" w:rsidP="00A777A0">
      <w:pPr>
        <w:jc w:val="center"/>
      </w:pPr>
    </w:p>
    <w:p w:rsidR="00B35534" w:rsidRDefault="00B35534" w:rsidP="00B355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6"/>
        <w:gridCol w:w="2586"/>
        <w:gridCol w:w="2586"/>
        <w:gridCol w:w="2586"/>
      </w:tblGrid>
      <w:tr w:rsidR="00B35534" w:rsidRPr="001F737D" w:rsidTr="001F737D">
        <w:trPr>
          <w:cantSplit/>
          <w:tblHeader/>
        </w:trPr>
        <w:tc>
          <w:tcPr>
            <w:tcW w:w="5172" w:type="dxa"/>
            <w:gridSpan w:val="2"/>
            <w:shd w:val="clear" w:color="auto" w:fill="E6E6E6"/>
            <w:vAlign w:val="center"/>
          </w:tcPr>
          <w:p w:rsidR="00B35534" w:rsidRPr="00B35534" w:rsidRDefault="00DE42FE" w:rsidP="00DE42FE">
            <w:pPr>
              <w:pStyle w:val="Titretableau"/>
            </w:pPr>
            <w:r>
              <w:t>XX</w:t>
            </w:r>
            <w:r w:rsidR="00DA1C54" w:rsidRPr="00DA1C54">
              <w:t>/</w:t>
            </w:r>
            <w:r>
              <w:t>XX</w:t>
            </w:r>
            <w:r w:rsidR="00B25EEE" w:rsidRPr="00DA1C54">
              <w:t>/</w:t>
            </w:r>
            <w:r w:rsidR="00DA1C54">
              <w:t>20</w:t>
            </w:r>
            <w:r>
              <w:t>XX</w:t>
            </w:r>
            <w:r w:rsidR="00B35534" w:rsidRPr="00B35534">
              <w:t xml:space="preserve"> matin</w:t>
            </w:r>
          </w:p>
        </w:tc>
        <w:tc>
          <w:tcPr>
            <w:tcW w:w="5172" w:type="dxa"/>
            <w:gridSpan w:val="2"/>
            <w:shd w:val="clear" w:color="auto" w:fill="E6E6E6"/>
            <w:vAlign w:val="center"/>
          </w:tcPr>
          <w:p w:rsidR="00B35534" w:rsidRPr="00B35534" w:rsidRDefault="00DE42FE" w:rsidP="00DE42FE">
            <w:pPr>
              <w:pStyle w:val="Titretableau"/>
            </w:pPr>
            <w:r>
              <w:t>XX</w:t>
            </w:r>
            <w:r w:rsidR="00DA1C54" w:rsidRPr="00DA1C54">
              <w:t>/</w:t>
            </w:r>
            <w:r>
              <w:t>XX</w:t>
            </w:r>
            <w:r w:rsidR="00DA1C54" w:rsidRPr="00DA1C54">
              <w:t>/</w:t>
            </w:r>
            <w:r w:rsidR="00DA1C54">
              <w:t>20</w:t>
            </w:r>
            <w:r>
              <w:t>XX</w:t>
            </w:r>
            <w:r w:rsidR="00DA1C54">
              <w:t xml:space="preserve"> </w:t>
            </w:r>
            <w:r w:rsidR="00B35534" w:rsidRPr="00B35534">
              <w:t>après-midi</w:t>
            </w:r>
          </w:p>
        </w:tc>
      </w:tr>
      <w:tr w:rsidR="00B35534" w:rsidRPr="00B35534" w:rsidTr="001F737D">
        <w:trPr>
          <w:cantSplit/>
        </w:trPr>
        <w:tc>
          <w:tcPr>
            <w:tcW w:w="2586" w:type="dxa"/>
            <w:vAlign w:val="center"/>
          </w:tcPr>
          <w:p w:rsidR="00B35534" w:rsidRPr="00B35534" w:rsidRDefault="00B35534" w:rsidP="00B35534">
            <w:pPr>
              <w:pStyle w:val="Titretableau"/>
            </w:pPr>
            <w:r w:rsidRPr="00B35534">
              <w:t>Participant</w:t>
            </w:r>
          </w:p>
        </w:tc>
        <w:tc>
          <w:tcPr>
            <w:tcW w:w="2586" w:type="dxa"/>
            <w:vAlign w:val="center"/>
          </w:tcPr>
          <w:p w:rsidR="00B35534" w:rsidRPr="00B35534" w:rsidRDefault="00B35534" w:rsidP="00B35534">
            <w:pPr>
              <w:pStyle w:val="Titretableau"/>
            </w:pPr>
            <w:r w:rsidRPr="00B35534">
              <w:t>Signature</w:t>
            </w:r>
          </w:p>
        </w:tc>
        <w:tc>
          <w:tcPr>
            <w:tcW w:w="2586" w:type="dxa"/>
            <w:vAlign w:val="center"/>
          </w:tcPr>
          <w:p w:rsidR="00B35534" w:rsidRPr="00B35534" w:rsidRDefault="00B35534" w:rsidP="00B35534">
            <w:pPr>
              <w:pStyle w:val="Titretableau"/>
            </w:pPr>
            <w:r w:rsidRPr="00B35534">
              <w:t>Participant</w:t>
            </w:r>
          </w:p>
        </w:tc>
        <w:tc>
          <w:tcPr>
            <w:tcW w:w="2586" w:type="dxa"/>
            <w:vAlign w:val="center"/>
          </w:tcPr>
          <w:p w:rsidR="00B35534" w:rsidRPr="00B35534" w:rsidRDefault="00B35534" w:rsidP="00B35534">
            <w:pPr>
              <w:pStyle w:val="Titretableau"/>
            </w:pPr>
            <w:r w:rsidRPr="00B35534">
              <w:t>Signature</w:t>
            </w:r>
          </w:p>
        </w:tc>
      </w:tr>
      <w:tr w:rsidR="00DE42FE" w:rsidRPr="00B35534" w:rsidTr="001F737D">
        <w:trPr>
          <w:cantSplit/>
        </w:trPr>
        <w:tc>
          <w:tcPr>
            <w:tcW w:w="2586" w:type="dxa"/>
          </w:tcPr>
          <w:p w:rsidR="00DE42FE" w:rsidRPr="00B35534" w:rsidRDefault="00DE42FE" w:rsidP="00617A85"/>
        </w:tc>
        <w:tc>
          <w:tcPr>
            <w:tcW w:w="2586" w:type="dxa"/>
          </w:tcPr>
          <w:p w:rsidR="00DE42FE" w:rsidRPr="00B35534" w:rsidRDefault="00DE42FE" w:rsidP="00D07D5E"/>
        </w:tc>
        <w:tc>
          <w:tcPr>
            <w:tcW w:w="2586" w:type="dxa"/>
          </w:tcPr>
          <w:p w:rsidR="00DE42FE" w:rsidRPr="00B35534" w:rsidRDefault="00DE42FE" w:rsidP="00617A85"/>
        </w:tc>
        <w:tc>
          <w:tcPr>
            <w:tcW w:w="2586" w:type="dxa"/>
          </w:tcPr>
          <w:p w:rsidR="00DE42FE" w:rsidRPr="00B35534" w:rsidRDefault="00DE42FE" w:rsidP="00D07D5E"/>
        </w:tc>
      </w:tr>
      <w:tr w:rsidR="00DE42FE" w:rsidRPr="00B35534" w:rsidTr="001F737D">
        <w:trPr>
          <w:cantSplit/>
        </w:trPr>
        <w:tc>
          <w:tcPr>
            <w:tcW w:w="2586" w:type="dxa"/>
          </w:tcPr>
          <w:p w:rsidR="00DE42FE" w:rsidRPr="00B35534" w:rsidRDefault="00DE42FE" w:rsidP="00617A85"/>
        </w:tc>
        <w:tc>
          <w:tcPr>
            <w:tcW w:w="2586" w:type="dxa"/>
          </w:tcPr>
          <w:p w:rsidR="00DE42FE" w:rsidRPr="00B35534" w:rsidRDefault="00DE42FE" w:rsidP="00D07D5E"/>
        </w:tc>
        <w:tc>
          <w:tcPr>
            <w:tcW w:w="2586" w:type="dxa"/>
          </w:tcPr>
          <w:p w:rsidR="00DE42FE" w:rsidRPr="00B35534" w:rsidRDefault="00DE42FE" w:rsidP="00617A85"/>
        </w:tc>
        <w:tc>
          <w:tcPr>
            <w:tcW w:w="2586" w:type="dxa"/>
          </w:tcPr>
          <w:p w:rsidR="00DE42FE" w:rsidRPr="00B35534" w:rsidRDefault="00DE42FE" w:rsidP="00D07D5E"/>
        </w:tc>
      </w:tr>
      <w:tr w:rsidR="00DE42FE" w:rsidRPr="00B35534" w:rsidTr="001F737D">
        <w:trPr>
          <w:cantSplit/>
        </w:trPr>
        <w:tc>
          <w:tcPr>
            <w:tcW w:w="2586" w:type="dxa"/>
          </w:tcPr>
          <w:p w:rsidR="00DE42FE" w:rsidRPr="00B35534" w:rsidRDefault="00DE42FE" w:rsidP="00617A85"/>
        </w:tc>
        <w:tc>
          <w:tcPr>
            <w:tcW w:w="2586" w:type="dxa"/>
          </w:tcPr>
          <w:p w:rsidR="00DE42FE" w:rsidRPr="00B35534" w:rsidRDefault="00DE42FE" w:rsidP="00D07D5E"/>
        </w:tc>
        <w:tc>
          <w:tcPr>
            <w:tcW w:w="2586" w:type="dxa"/>
          </w:tcPr>
          <w:p w:rsidR="00DE42FE" w:rsidRPr="00B35534" w:rsidRDefault="00DE42FE" w:rsidP="00617A85"/>
        </w:tc>
        <w:tc>
          <w:tcPr>
            <w:tcW w:w="2586" w:type="dxa"/>
          </w:tcPr>
          <w:p w:rsidR="00DE42FE" w:rsidRPr="00B35534" w:rsidRDefault="00DE42FE" w:rsidP="00D07D5E"/>
        </w:tc>
      </w:tr>
    </w:tbl>
    <w:p w:rsidR="00851828" w:rsidRDefault="00851828" w:rsidP="00B35534"/>
    <w:p w:rsidR="00DE42FE" w:rsidRDefault="00DE42FE" w:rsidP="00B35534"/>
    <w:p w:rsidR="00DE42FE" w:rsidRDefault="00DE42FE" w:rsidP="00B35534"/>
    <w:p w:rsidR="00307B53" w:rsidRDefault="00307B53" w:rsidP="00B35534">
      <w:r w:rsidRPr="00307B53">
        <w:rPr>
          <w:u w:val="single"/>
        </w:rPr>
        <w:t>Animateur</w:t>
      </w:r>
      <w:r>
        <w:t xml:space="preserve"> : </w:t>
      </w:r>
    </w:p>
    <w:p w:rsidR="00307B53" w:rsidRPr="00307B53" w:rsidRDefault="00DA1C54" w:rsidP="00307B53">
      <w:pPr>
        <w:ind w:left="5103"/>
      </w:pPr>
      <w:r>
        <w:t>Signature</w:t>
      </w:r>
      <w:r w:rsidR="00307B53">
        <w:t> :</w:t>
      </w:r>
    </w:p>
    <w:sectPr w:rsidR="00307B53" w:rsidRPr="00307B53" w:rsidSect="00B355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851" w:bottom="1134" w:left="851" w:header="567" w:footer="567" w:gutter="0"/>
      <w:cols w:space="454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D61" w:rsidRDefault="00113D61">
      <w:r>
        <w:separator/>
      </w:r>
    </w:p>
  </w:endnote>
  <w:endnote w:type="continuationSeparator" w:id="0">
    <w:p w:rsidR="00113D61" w:rsidRDefault="00113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858" w:rsidRDefault="00CE2858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858" w:rsidRDefault="00CE2858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3471"/>
      <w:gridCol w:w="3474"/>
      <w:gridCol w:w="3475"/>
    </w:tblGrid>
    <w:tr w:rsidR="00517E6A" w:rsidRPr="00343B9C" w:rsidTr="001F737D">
      <w:tc>
        <w:tcPr>
          <w:tcW w:w="10458" w:type="dxa"/>
          <w:gridSpan w:val="3"/>
          <w:shd w:val="clear" w:color="auto" w:fill="E6E6E6"/>
        </w:tcPr>
        <w:p w:rsidR="00517E6A" w:rsidRPr="00343B9C" w:rsidRDefault="00517E6A" w:rsidP="00257E97">
          <w:pPr>
            <w:pStyle w:val="Titretableau"/>
          </w:pPr>
          <w:r w:rsidRPr="00343B9C">
            <w:t xml:space="preserve">Validation du </w:t>
          </w:r>
          <w:r>
            <w:t>document</w:t>
          </w:r>
        </w:p>
      </w:tc>
    </w:tr>
    <w:tr w:rsidR="00517E6A" w:rsidRPr="00343B9C" w:rsidTr="001F737D">
      <w:tc>
        <w:tcPr>
          <w:tcW w:w="3486" w:type="dxa"/>
          <w:shd w:val="clear" w:color="auto" w:fill="E6E6E6"/>
        </w:tcPr>
        <w:p w:rsidR="00517E6A" w:rsidRPr="00343B9C" w:rsidRDefault="00517E6A" w:rsidP="00257E97">
          <w:pPr>
            <w:pStyle w:val="Titretableau"/>
          </w:pPr>
          <w:r w:rsidRPr="00343B9C">
            <w:t>Nom(s)</w:t>
          </w:r>
          <w:r>
            <w:t>,</w:t>
          </w:r>
          <w:r w:rsidRPr="00343B9C">
            <w:t xml:space="preserve"> Titre(s)</w:t>
          </w:r>
          <w:r>
            <w:t xml:space="preserve"> et Société</w:t>
          </w:r>
        </w:p>
      </w:tc>
      <w:tc>
        <w:tcPr>
          <w:tcW w:w="3486" w:type="dxa"/>
          <w:shd w:val="clear" w:color="auto" w:fill="E6E6E6"/>
        </w:tcPr>
        <w:p w:rsidR="00517E6A" w:rsidRPr="00343B9C" w:rsidRDefault="00517E6A" w:rsidP="00257E97">
          <w:pPr>
            <w:pStyle w:val="Titretableau"/>
          </w:pPr>
          <w:r w:rsidRPr="00343B9C">
            <w:t>Signature(s)</w:t>
          </w:r>
        </w:p>
      </w:tc>
      <w:tc>
        <w:tcPr>
          <w:tcW w:w="3486" w:type="dxa"/>
          <w:shd w:val="clear" w:color="auto" w:fill="E6E6E6"/>
        </w:tcPr>
        <w:p w:rsidR="00517E6A" w:rsidRPr="00343B9C" w:rsidRDefault="00517E6A" w:rsidP="00257E97">
          <w:pPr>
            <w:pStyle w:val="Titretableau"/>
          </w:pPr>
          <w:r w:rsidRPr="00343B9C">
            <w:t>Date (</w:t>
          </w:r>
          <w:proofErr w:type="spellStart"/>
          <w:r w:rsidRPr="00343B9C">
            <w:t>jj</w:t>
          </w:r>
          <w:proofErr w:type="spellEnd"/>
          <w:r w:rsidRPr="00343B9C">
            <w:t>/mm/</w:t>
          </w:r>
          <w:proofErr w:type="spellStart"/>
          <w:r w:rsidRPr="00343B9C">
            <w:t>aaaa</w:t>
          </w:r>
          <w:proofErr w:type="spellEnd"/>
          <w:r w:rsidRPr="00343B9C">
            <w:t>)</w:t>
          </w:r>
        </w:p>
      </w:tc>
    </w:tr>
    <w:tr w:rsidR="00517E6A" w:rsidRPr="00343B9C" w:rsidTr="001F737D">
      <w:tc>
        <w:tcPr>
          <w:tcW w:w="3486" w:type="dxa"/>
          <w:vAlign w:val="center"/>
        </w:tcPr>
        <w:p w:rsidR="00517E6A" w:rsidRPr="00343B9C" w:rsidRDefault="00517E6A" w:rsidP="001F737D">
          <w:pPr>
            <w:pStyle w:val="Corpstableau"/>
            <w:jc w:val="center"/>
          </w:pPr>
        </w:p>
      </w:tc>
      <w:tc>
        <w:tcPr>
          <w:tcW w:w="3486" w:type="dxa"/>
          <w:vAlign w:val="center"/>
        </w:tcPr>
        <w:p w:rsidR="00517E6A" w:rsidRDefault="00517E6A" w:rsidP="001F737D">
          <w:pPr>
            <w:pStyle w:val="Corpstableau"/>
            <w:jc w:val="center"/>
          </w:pPr>
        </w:p>
        <w:p w:rsidR="00517E6A" w:rsidRDefault="00517E6A" w:rsidP="001F737D">
          <w:pPr>
            <w:pStyle w:val="Corpstableau"/>
            <w:jc w:val="center"/>
          </w:pPr>
        </w:p>
        <w:p w:rsidR="00517E6A" w:rsidRDefault="00517E6A" w:rsidP="001F737D">
          <w:pPr>
            <w:pStyle w:val="Corpstableau"/>
            <w:jc w:val="center"/>
          </w:pPr>
        </w:p>
        <w:p w:rsidR="00517E6A" w:rsidRDefault="00517E6A" w:rsidP="001F737D">
          <w:pPr>
            <w:pStyle w:val="Corpstableau"/>
            <w:jc w:val="center"/>
          </w:pPr>
        </w:p>
        <w:p w:rsidR="00517E6A" w:rsidRDefault="00517E6A" w:rsidP="001F737D">
          <w:pPr>
            <w:pStyle w:val="Corpstableau"/>
            <w:jc w:val="center"/>
          </w:pPr>
        </w:p>
        <w:p w:rsidR="00517E6A" w:rsidRPr="00343B9C" w:rsidRDefault="00517E6A" w:rsidP="001F737D">
          <w:pPr>
            <w:pStyle w:val="Corpstableau"/>
            <w:jc w:val="center"/>
          </w:pPr>
        </w:p>
      </w:tc>
      <w:tc>
        <w:tcPr>
          <w:tcW w:w="3486" w:type="dxa"/>
          <w:vAlign w:val="center"/>
        </w:tcPr>
        <w:p w:rsidR="00517E6A" w:rsidRPr="00343B9C" w:rsidRDefault="00517E6A" w:rsidP="001F737D">
          <w:pPr>
            <w:pStyle w:val="Corpstableau"/>
            <w:jc w:val="center"/>
          </w:pPr>
        </w:p>
      </w:tc>
    </w:tr>
  </w:tbl>
  <w:p w:rsidR="00517E6A" w:rsidRDefault="00517E6A" w:rsidP="00B23055"/>
  <w:p w:rsidR="00517E6A" w:rsidRDefault="00517E6A" w:rsidP="00B23055"/>
  <w:p w:rsidR="00517E6A" w:rsidRDefault="00517E6A" w:rsidP="00B23055">
    <w:pPr>
      <w:pStyle w:val="Pieddepage"/>
      <w:pBdr>
        <w:top w:val="single" w:sz="4" w:space="1" w:color="auto"/>
      </w:pBdr>
      <w:jc w:val="center"/>
      <w:rPr>
        <w:i/>
      </w:rPr>
    </w:pPr>
  </w:p>
  <w:p w:rsidR="00517E6A" w:rsidRDefault="00517E6A" w:rsidP="00B23055">
    <w:pPr>
      <w:pStyle w:val="Pieddepage"/>
      <w:jc w:val="center"/>
      <w:rPr>
        <w:i/>
      </w:rPr>
    </w:pPr>
    <w:r>
      <w:rPr>
        <w:i/>
      </w:rPr>
      <w:t>Document Confidentiel. Communication, reproduction et utilisation interdites sans l’autorisation écrite préalable d’OevO</w:t>
    </w:r>
  </w:p>
  <w:p w:rsidR="00517E6A" w:rsidRPr="002F11A1" w:rsidRDefault="00517E6A" w:rsidP="00B23055">
    <w:pPr>
      <w:pStyle w:val="Pieddepage"/>
      <w:jc w:val="center"/>
      <w:rPr>
        <w:i/>
      </w:rPr>
    </w:pPr>
    <w:r>
      <w:rPr>
        <w:i/>
      </w:rPr>
      <w:t>OevO S.A., s</w:t>
    </w:r>
    <w:r w:rsidRPr="002F11A1">
      <w:rPr>
        <w:i/>
      </w:rPr>
      <w:t>ociété au capital de 1.000.000 €, RCS DIE 405 382 102, APE 721 Z</w:t>
    </w:r>
    <w:r>
      <w:rPr>
        <w:i/>
      </w:rPr>
      <w:t>,</w:t>
    </w:r>
    <w:r w:rsidRPr="002F11A1">
      <w:rPr>
        <w:i/>
      </w:rPr>
      <w:t xml:space="preserve"> Siège Social </w:t>
    </w:r>
    <w:r>
      <w:rPr>
        <w:i/>
      </w:rPr>
      <w:t>: 149 b</w:t>
    </w:r>
    <w:r w:rsidRPr="002F11A1">
      <w:rPr>
        <w:i/>
      </w:rPr>
      <w:t>d Stalingrad – 69100 Villeurbanne</w:t>
    </w:r>
  </w:p>
  <w:p w:rsidR="00517E6A" w:rsidRPr="002F11A1" w:rsidRDefault="00517E6A" w:rsidP="00B23055">
    <w:pPr>
      <w:pStyle w:val="Pieddepage"/>
      <w:jc w:val="center"/>
      <w:rPr>
        <w:i/>
      </w:rPr>
    </w:pPr>
    <w:r w:rsidRPr="002F11A1">
      <w:rPr>
        <w:i/>
      </w:rPr>
      <w:t>Téléphone : +33 (4) 37 49 01 28 – Tél</w:t>
    </w:r>
    <w:r>
      <w:rPr>
        <w:i/>
      </w:rPr>
      <w:t xml:space="preserve">écopie : +33 (0) 4 37 490 121 </w:t>
    </w:r>
    <w:r w:rsidRPr="002F11A1">
      <w:rPr>
        <w:i/>
      </w:rPr>
      <w:t>–</w:t>
    </w:r>
    <w:r>
      <w:rPr>
        <w:i/>
      </w:rPr>
      <w:t xml:space="preserve"> </w:t>
    </w:r>
    <w:r w:rsidRPr="002F11A1">
      <w:rPr>
        <w:i/>
      </w:rPr>
      <w:t>Web : http://www.oevo.com/</w:t>
    </w:r>
  </w:p>
  <w:p w:rsidR="00517E6A" w:rsidRDefault="00517E6A" w:rsidP="00B23055">
    <w:pPr>
      <w:pStyle w:val="Pieddepage"/>
      <w:jc w:val="center"/>
    </w:pPr>
  </w:p>
  <w:p w:rsidR="00517E6A" w:rsidRDefault="00517E6A" w:rsidP="00B23055">
    <w:pPr>
      <w:pStyle w:val="Pieddepage"/>
      <w:jc w:val="center"/>
    </w:pPr>
    <w:r>
      <w:rPr>
        <w:i/>
      </w:rPr>
      <w:t xml:space="preserve">page </w:t>
    </w:r>
    <w:r w:rsidR="00F12DA6">
      <w:rPr>
        <w:i/>
      </w:rPr>
      <w:fldChar w:fldCharType="begin"/>
    </w:r>
    <w:r>
      <w:rPr>
        <w:i/>
      </w:rPr>
      <w:instrText xml:space="preserve"> PAGE  \* MERGEFORMAT </w:instrText>
    </w:r>
    <w:r w:rsidR="00F12DA6">
      <w:rPr>
        <w:i/>
      </w:rPr>
      <w:fldChar w:fldCharType="separate"/>
    </w:r>
    <w:r>
      <w:rPr>
        <w:i/>
        <w:noProof/>
      </w:rPr>
      <w:t>1</w:t>
    </w:r>
    <w:r w:rsidR="00F12DA6">
      <w:rPr>
        <w:i/>
        <w:noProof/>
      </w:rPr>
      <w:fldChar w:fldCharType="end"/>
    </w:r>
    <w:r>
      <w:rPr>
        <w:i/>
        <w:noProof/>
      </w:rPr>
      <w:t>/</w:t>
    </w:r>
    <w:r w:rsidR="00F12DA6"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 w:rsidR="00F12DA6">
      <w:rPr>
        <w:rStyle w:val="Numrodepage"/>
      </w:rPr>
      <w:fldChar w:fldCharType="separate"/>
    </w:r>
    <w:r w:rsidR="00D6683F">
      <w:rPr>
        <w:rStyle w:val="Numrodepage"/>
        <w:noProof/>
      </w:rPr>
      <w:t>1</w:t>
    </w:r>
    <w:r w:rsidR="00F12DA6">
      <w:rPr>
        <w:rStyle w:val="Numrodepag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D61" w:rsidRDefault="00113D61">
      <w:r>
        <w:separator/>
      </w:r>
    </w:p>
  </w:footnote>
  <w:footnote w:type="continuationSeparator" w:id="0">
    <w:p w:rsidR="00113D61" w:rsidRDefault="00113D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858" w:rsidRDefault="00CE2858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858" w:rsidRDefault="00CE2858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858" w:rsidRDefault="00CE2858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94"/>
      </v:shape>
    </w:pict>
  </w:numPicBullet>
  <w:numPicBullet w:numPicBulletId="1">
    <w:pict>
      <v:shapetype id="_x0000_t144" coordsize="21600,21600" o:spt="144" adj="11796480" path="al10800,10800,10800,10800@2@14e">
        <v:formulas>
          <v:f eqn="val #1"/>
          <v:f eqn="val #0"/>
          <v:f eqn="sum 0 0 #0"/>
          <v:f eqn="sumangle #0 0 180"/>
          <v:f eqn="sumangle #0 0 90"/>
          <v:f eqn="prod @4 2 1"/>
          <v:f eqn="sumangle #0 90 0"/>
          <v:f eqn="prod @6 2 1"/>
          <v:f eqn="abs #0"/>
          <v:f eqn="sumangle @8 0 90"/>
          <v:f eqn="if @9 @7 @5"/>
          <v:f eqn="sumangle @10 0 360"/>
          <v:f eqn="if @10 @11 @10"/>
          <v:f eqn="sumangle @12 0 360"/>
          <v:f eqn="if @12 @13 @12"/>
          <v:f eqn="sum 0 0 @14"/>
          <v:f eqn="val 10800"/>
          <v:f eqn="cos 10800 #0"/>
          <v:f eqn="sin 10800 #0"/>
          <v:f eqn="sum @17 10800 0"/>
          <v:f eqn="sum @18 10800 0"/>
          <v:f eqn="sum 10800 0 @17"/>
          <v:f eqn="if @9 0 21600"/>
          <v:f eqn="sum 10800 0 @18"/>
        </v:formulas>
        <v:path textpathok="t" o:connecttype="custom" o:connectlocs="10800,@22;@19,@20;@21,@20"/>
        <v:textpath on="t" style="v-text-kern:t" fitpath="t"/>
        <v:handles>
          <v:h position="@16,#0" polar="10800,10800"/>
        </v:handles>
        <o:lock v:ext="edit" text="t" shapetype="t"/>
      </v:shapetype>
      <v:shape id="_x0000_i1032" type="#_x0000_t144" style="width:40.5pt;height:16.5pt" o:bullet="t" fillcolor="black">
        <v:shadow color="#868686"/>
        <v:textpath style="font-family:&quot;Arial&quot;;font-size:12pt;font-weight:bold" fitshape="t" trim="t" string="SOAP"/>
      </v:shape>
    </w:pict>
  </w:numPicBullet>
  <w:abstractNum w:abstractNumId="0">
    <w:nsid w:val="18C21222"/>
    <w:multiLevelType w:val="multilevel"/>
    <w:tmpl w:val="4A3E8046"/>
    <w:lvl w:ilvl="0">
      <w:start w:val="1"/>
      <w:numFmt w:val="decimal"/>
      <w:pStyle w:val="Titre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E610D72"/>
    <w:multiLevelType w:val="multilevel"/>
    <w:tmpl w:val="3000C066"/>
    <w:styleLink w:val="StyleListeimagesdepuces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FD1809"/>
    <w:multiLevelType w:val="hybridMultilevel"/>
    <w:tmpl w:val="8A427A68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9B6A3E"/>
    <w:multiLevelType w:val="hybridMultilevel"/>
    <w:tmpl w:val="60BCABB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7119F8"/>
    <w:multiLevelType w:val="hybridMultilevel"/>
    <w:tmpl w:val="F7FC17BE"/>
    <w:lvl w:ilvl="0" w:tplc="040C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FC160A0"/>
    <w:multiLevelType w:val="hybridMultilevel"/>
    <w:tmpl w:val="37A89B4E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attachedTemplate r:id="rId1"/>
  <w:stylePaneFormatFilter w:val="30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23191"/>
    <w:rsid w:val="00001170"/>
    <w:rsid w:val="000024E9"/>
    <w:rsid w:val="00022896"/>
    <w:rsid w:val="00023C2A"/>
    <w:rsid w:val="000311CE"/>
    <w:rsid w:val="000375EA"/>
    <w:rsid w:val="000413BB"/>
    <w:rsid w:val="00042A86"/>
    <w:rsid w:val="00043813"/>
    <w:rsid w:val="0004737C"/>
    <w:rsid w:val="00062D0A"/>
    <w:rsid w:val="000720B0"/>
    <w:rsid w:val="000B2155"/>
    <w:rsid w:val="000B3E59"/>
    <w:rsid w:val="000B5F66"/>
    <w:rsid w:val="000C7384"/>
    <w:rsid w:val="000D0EE0"/>
    <w:rsid w:val="000D71A3"/>
    <w:rsid w:val="000E1ADB"/>
    <w:rsid w:val="000F27AA"/>
    <w:rsid w:val="00104D6F"/>
    <w:rsid w:val="00106A48"/>
    <w:rsid w:val="00110055"/>
    <w:rsid w:val="00112FBD"/>
    <w:rsid w:val="00113D61"/>
    <w:rsid w:val="0012723D"/>
    <w:rsid w:val="00132B49"/>
    <w:rsid w:val="001445E1"/>
    <w:rsid w:val="00160F0F"/>
    <w:rsid w:val="00162662"/>
    <w:rsid w:val="00165C7E"/>
    <w:rsid w:val="00181DEF"/>
    <w:rsid w:val="00185484"/>
    <w:rsid w:val="00186B0E"/>
    <w:rsid w:val="001921A2"/>
    <w:rsid w:val="00193049"/>
    <w:rsid w:val="00195AB3"/>
    <w:rsid w:val="001A2D21"/>
    <w:rsid w:val="001B312D"/>
    <w:rsid w:val="001C64C9"/>
    <w:rsid w:val="001C6CD2"/>
    <w:rsid w:val="001D3B1A"/>
    <w:rsid w:val="001D6F74"/>
    <w:rsid w:val="001E1778"/>
    <w:rsid w:val="001E2AA0"/>
    <w:rsid w:val="001F737D"/>
    <w:rsid w:val="001F7BA1"/>
    <w:rsid w:val="00201C32"/>
    <w:rsid w:val="0020548E"/>
    <w:rsid w:val="00213970"/>
    <w:rsid w:val="002150E1"/>
    <w:rsid w:val="002160F3"/>
    <w:rsid w:val="00223962"/>
    <w:rsid w:val="00235FF8"/>
    <w:rsid w:val="00236FB7"/>
    <w:rsid w:val="00241811"/>
    <w:rsid w:val="00255981"/>
    <w:rsid w:val="00255B32"/>
    <w:rsid w:val="00255FB1"/>
    <w:rsid w:val="00257E97"/>
    <w:rsid w:val="00263DE1"/>
    <w:rsid w:val="002729C0"/>
    <w:rsid w:val="00282685"/>
    <w:rsid w:val="002853CE"/>
    <w:rsid w:val="00286F54"/>
    <w:rsid w:val="00297991"/>
    <w:rsid w:val="002A1240"/>
    <w:rsid w:val="002A5688"/>
    <w:rsid w:val="002B0CE4"/>
    <w:rsid w:val="002B4C87"/>
    <w:rsid w:val="002B5EEA"/>
    <w:rsid w:val="002C4E89"/>
    <w:rsid w:val="002D15F8"/>
    <w:rsid w:val="002E2D55"/>
    <w:rsid w:val="002F10EF"/>
    <w:rsid w:val="002F33ED"/>
    <w:rsid w:val="0030018A"/>
    <w:rsid w:val="00307B53"/>
    <w:rsid w:val="0031152C"/>
    <w:rsid w:val="003222B2"/>
    <w:rsid w:val="0032339C"/>
    <w:rsid w:val="003364B0"/>
    <w:rsid w:val="00343B9C"/>
    <w:rsid w:val="00347FEE"/>
    <w:rsid w:val="00351962"/>
    <w:rsid w:val="003522CE"/>
    <w:rsid w:val="003563EA"/>
    <w:rsid w:val="00367F1C"/>
    <w:rsid w:val="00377C0B"/>
    <w:rsid w:val="003A094B"/>
    <w:rsid w:val="003A19DB"/>
    <w:rsid w:val="003A58E2"/>
    <w:rsid w:val="003B355B"/>
    <w:rsid w:val="003B774A"/>
    <w:rsid w:val="003B7C7B"/>
    <w:rsid w:val="003C0075"/>
    <w:rsid w:val="003C1D1F"/>
    <w:rsid w:val="003C6A4C"/>
    <w:rsid w:val="003D3F71"/>
    <w:rsid w:val="003D704B"/>
    <w:rsid w:val="00411DF9"/>
    <w:rsid w:val="0041723B"/>
    <w:rsid w:val="00417D57"/>
    <w:rsid w:val="004229C9"/>
    <w:rsid w:val="00424619"/>
    <w:rsid w:val="004277AD"/>
    <w:rsid w:val="00446161"/>
    <w:rsid w:val="00452A42"/>
    <w:rsid w:val="00455DD7"/>
    <w:rsid w:val="00461904"/>
    <w:rsid w:val="00461CB5"/>
    <w:rsid w:val="004620F7"/>
    <w:rsid w:val="0046231E"/>
    <w:rsid w:val="00484AEC"/>
    <w:rsid w:val="004A0F86"/>
    <w:rsid w:val="004A2C64"/>
    <w:rsid w:val="004A4FBF"/>
    <w:rsid w:val="004A7BEF"/>
    <w:rsid w:val="004B2AF6"/>
    <w:rsid w:val="004C0626"/>
    <w:rsid w:val="004E5243"/>
    <w:rsid w:val="004F37BB"/>
    <w:rsid w:val="004F495D"/>
    <w:rsid w:val="00501519"/>
    <w:rsid w:val="00510BB3"/>
    <w:rsid w:val="00517B57"/>
    <w:rsid w:val="00517E6A"/>
    <w:rsid w:val="00520738"/>
    <w:rsid w:val="00526DAA"/>
    <w:rsid w:val="005278BF"/>
    <w:rsid w:val="005279E0"/>
    <w:rsid w:val="00530821"/>
    <w:rsid w:val="00533BA6"/>
    <w:rsid w:val="00536FA1"/>
    <w:rsid w:val="00540067"/>
    <w:rsid w:val="00541FED"/>
    <w:rsid w:val="005608FE"/>
    <w:rsid w:val="00560D84"/>
    <w:rsid w:val="00571174"/>
    <w:rsid w:val="005739C4"/>
    <w:rsid w:val="00577918"/>
    <w:rsid w:val="0058010D"/>
    <w:rsid w:val="00581790"/>
    <w:rsid w:val="00591D9B"/>
    <w:rsid w:val="005A4F55"/>
    <w:rsid w:val="005B07D6"/>
    <w:rsid w:val="005C157A"/>
    <w:rsid w:val="005C1635"/>
    <w:rsid w:val="005C6D81"/>
    <w:rsid w:val="005D3A25"/>
    <w:rsid w:val="005E6E7E"/>
    <w:rsid w:val="00601580"/>
    <w:rsid w:val="0060420F"/>
    <w:rsid w:val="00606B0E"/>
    <w:rsid w:val="006172AC"/>
    <w:rsid w:val="0062043A"/>
    <w:rsid w:val="006239F2"/>
    <w:rsid w:val="0064214B"/>
    <w:rsid w:val="006535DC"/>
    <w:rsid w:val="00653880"/>
    <w:rsid w:val="00656C82"/>
    <w:rsid w:val="00667DE0"/>
    <w:rsid w:val="00680ED7"/>
    <w:rsid w:val="00682F20"/>
    <w:rsid w:val="00690F3C"/>
    <w:rsid w:val="0069270B"/>
    <w:rsid w:val="006A6E8F"/>
    <w:rsid w:val="006B45D1"/>
    <w:rsid w:val="006B4B1E"/>
    <w:rsid w:val="006B794F"/>
    <w:rsid w:val="006C61E1"/>
    <w:rsid w:val="006D3174"/>
    <w:rsid w:val="006D4462"/>
    <w:rsid w:val="006D7B3F"/>
    <w:rsid w:val="006E16F1"/>
    <w:rsid w:val="006E38A8"/>
    <w:rsid w:val="006E69BA"/>
    <w:rsid w:val="006E6A22"/>
    <w:rsid w:val="006F2124"/>
    <w:rsid w:val="00700617"/>
    <w:rsid w:val="0071115C"/>
    <w:rsid w:val="00711377"/>
    <w:rsid w:val="007208EE"/>
    <w:rsid w:val="0072259C"/>
    <w:rsid w:val="0074309E"/>
    <w:rsid w:val="00750EB7"/>
    <w:rsid w:val="0075410C"/>
    <w:rsid w:val="00756C55"/>
    <w:rsid w:val="007602D0"/>
    <w:rsid w:val="00760ABA"/>
    <w:rsid w:val="00773D74"/>
    <w:rsid w:val="00774673"/>
    <w:rsid w:val="00774FCC"/>
    <w:rsid w:val="0077581C"/>
    <w:rsid w:val="0078421E"/>
    <w:rsid w:val="00784450"/>
    <w:rsid w:val="007863CA"/>
    <w:rsid w:val="0078710C"/>
    <w:rsid w:val="007A0CD7"/>
    <w:rsid w:val="007A228B"/>
    <w:rsid w:val="007B3B69"/>
    <w:rsid w:val="007B722A"/>
    <w:rsid w:val="007C2428"/>
    <w:rsid w:val="007C2C50"/>
    <w:rsid w:val="007C305E"/>
    <w:rsid w:val="007C4EAF"/>
    <w:rsid w:val="007C53DE"/>
    <w:rsid w:val="007D0978"/>
    <w:rsid w:val="007D5ECF"/>
    <w:rsid w:val="007D7CCB"/>
    <w:rsid w:val="007E7C98"/>
    <w:rsid w:val="008004F4"/>
    <w:rsid w:val="00805909"/>
    <w:rsid w:val="00810D5F"/>
    <w:rsid w:val="00811222"/>
    <w:rsid w:val="00823191"/>
    <w:rsid w:val="00823518"/>
    <w:rsid w:val="00826ADE"/>
    <w:rsid w:val="00835880"/>
    <w:rsid w:val="00841660"/>
    <w:rsid w:val="00844DF5"/>
    <w:rsid w:val="00851828"/>
    <w:rsid w:val="00865257"/>
    <w:rsid w:val="008659BE"/>
    <w:rsid w:val="00877FDA"/>
    <w:rsid w:val="008822B4"/>
    <w:rsid w:val="008A0671"/>
    <w:rsid w:val="008A6636"/>
    <w:rsid w:val="008B2EB5"/>
    <w:rsid w:val="008E6793"/>
    <w:rsid w:val="009018BF"/>
    <w:rsid w:val="00901DDC"/>
    <w:rsid w:val="00903C3C"/>
    <w:rsid w:val="00905589"/>
    <w:rsid w:val="009117C0"/>
    <w:rsid w:val="00912370"/>
    <w:rsid w:val="00916C9A"/>
    <w:rsid w:val="0092653A"/>
    <w:rsid w:val="009272B4"/>
    <w:rsid w:val="00930E24"/>
    <w:rsid w:val="009477AE"/>
    <w:rsid w:val="00957556"/>
    <w:rsid w:val="00963517"/>
    <w:rsid w:val="00963C6B"/>
    <w:rsid w:val="00970877"/>
    <w:rsid w:val="00981F9E"/>
    <w:rsid w:val="0098404D"/>
    <w:rsid w:val="00985B29"/>
    <w:rsid w:val="009932AB"/>
    <w:rsid w:val="009932C3"/>
    <w:rsid w:val="009A4801"/>
    <w:rsid w:val="009A7B2C"/>
    <w:rsid w:val="009B1032"/>
    <w:rsid w:val="009B4042"/>
    <w:rsid w:val="009B5CEE"/>
    <w:rsid w:val="009B7124"/>
    <w:rsid w:val="009C2915"/>
    <w:rsid w:val="009C7A4F"/>
    <w:rsid w:val="009D1E8A"/>
    <w:rsid w:val="009F63FD"/>
    <w:rsid w:val="00A00444"/>
    <w:rsid w:val="00A02DDC"/>
    <w:rsid w:val="00A127F2"/>
    <w:rsid w:val="00A210AE"/>
    <w:rsid w:val="00A23ACC"/>
    <w:rsid w:val="00A253D7"/>
    <w:rsid w:val="00A27D3A"/>
    <w:rsid w:val="00A36423"/>
    <w:rsid w:val="00A41622"/>
    <w:rsid w:val="00A42A1A"/>
    <w:rsid w:val="00A534E9"/>
    <w:rsid w:val="00A5405D"/>
    <w:rsid w:val="00A56B90"/>
    <w:rsid w:val="00A57E63"/>
    <w:rsid w:val="00A6482A"/>
    <w:rsid w:val="00A66BE6"/>
    <w:rsid w:val="00A66E44"/>
    <w:rsid w:val="00A7034F"/>
    <w:rsid w:val="00A70721"/>
    <w:rsid w:val="00A72219"/>
    <w:rsid w:val="00A777A0"/>
    <w:rsid w:val="00A853B4"/>
    <w:rsid w:val="00AA44DD"/>
    <w:rsid w:val="00AA5E40"/>
    <w:rsid w:val="00AA60C0"/>
    <w:rsid w:val="00AA7088"/>
    <w:rsid w:val="00AB352B"/>
    <w:rsid w:val="00AC5D3D"/>
    <w:rsid w:val="00AC7FD0"/>
    <w:rsid w:val="00AF08BD"/>
    <w:rsid w:val="00B05C88"/>
    <w:rsid w:val="00B11D84"/>
    <w:rsid w:val="00B23055"/>
    <w:rsid w:val="00B23955"/>
    <w:rsid w:val="00B24D27"/>
    <w:rsid w:val="00B25EEE"/>
    <w:rsid w:val="00B31B6F"/>
    <w:rsid w:val="00B35534"/>
    <w:rsid w:val="00B35C8D"/>
    <w:rsid w:val="00B40AC0"/>
    <w:rsid w:val="00B456CA"/>
    <w:rsid w:val="00B55693"/>
    <w:rsid w:val="00B5611C"/>
    <w:rsid w:val="00B565DD"/>
    <w:rsid w:val="00B56F3B"/>
    <w:rsid w:val="00B605A4"/>
    <w:rsid w:val="00B623D9"/>
    <w:rsid w:val="00B740BE"/>
    <w:rsid w:val="00B76C7D"/>
    <w:rsid w:val="00BA5F65"/>
    <w:rsid w:val="00BB2CA3"/>
    <w:rsid w:val="00BB7D02"/>
    <w:rsid w:val="00BC1A8E"/>
    <w:rsid w:val="00BC2A7C"/>
    <w:rsid w:val="00BC78FF"/>
    <w:rsid w:val="00BD4671"/>
    <w:rsid w:val="00BE0E60"/>
    <w:rsid w:val="00BE1E3A"/>
    <w:rsid w:val="00BE4CBA"/>
    <w:rsid w:val="00BE622B"/>
    <w:rsid w:val="00C03458"/>
    <w:rsid w:val="00C25DE9"/>
    <w:rsid w:val="00C27A13"/>
    <w:rsid w:val="00C32A69"/>
    <w:rsid w:val="00C4628E"/>
    <w:rsid w:val="00C510FB"/>
    <w:rsid w:val="00C618BE"/>
    <w:rsid w:val="00C62149"/>
    <w:rsid w:val="00C73452"/>
    <w:rsid w:val="00C74F90"/>
    <w:rsid w:val="00C75F40"/>
    <w:rsid w:val="00C81AB1"/>
    <w:rsid w:val="00C878A8"/>
    <w:rsid w:val="00C93163"/>
    <w:rsid w:val="00C95424"/>
    <w:rsid w:val="00CA125F"/>
    <w:rsid w:val="00CA2C26"/>
    <w:rsid w:val="00CA2F78"/>
    <w:rsid w:val="00CD59A5"/>
    <w:rsid w:val="00CE2858"/>
    <w:rsid w:val="00CE2FA3"/>
    <w:rsid w:val="00CE7C36"/>
    <w:rsid w:val="00CF6953"/>
    <w:rsid w:val="00CF7C08"/>
    <w:rsid w:val="00D01073"/>
    <w:rsid w:val="00D07D5E"/>
    <w:rsid w:val="00D22EF5"/>
    <w:rsid w:val="00D2640B"/>
    <w:rsid w:val="00D35DA1"/>
    <w:rsid w:val="00D37424"/>
    <w:rsid w:val="00D4515F"/>
    <w:rsid w:val="00D5497A"/>
    <w:rsid w:val="00D61B5D"/>
    <w:rsid w:val="00D61F5B"/>
    <w:rsid w:val="00D6683F"/>
    <w:rsid w:val="00D72817"/>
    <w:rsid w:val="00D75637"/>
    <w:rsid w:val="00D76269"/>
    <w:rsid w:val="00D81444"/>
    <w:rsid w:val="00D87634"/>
    <w:rsid w:val="00D92844"/>
    <w:rsid w:val="00D96453"/>
    <w:rsid w:val="00DA1C54"/>
    <w:rsid w:val="00DA2C56"/>
    <w:rsid w:val="00DA4F8E"/>
    <w:rsid w:val="00DA7A09"/>
    <w:rsid w:val="00DB0BEB"/>
    <w:rsid w:val="00DB21AD"/>
    <w:rsid w:val="00DB413D"/>
    <w:rsid w:val="00DB6AA4"/>
    <w:rsid w:val="00DB7B09"/>
    <w:rsid w:val="00DC7534"/>
    <w:rsid w:val="00DD1D72"/>
    <w:rsid w:val="00DD260B"/>
    <w:rsid w:val="00DD437D"/>
    <w:rsid w:val="00DE42FE"/>
    <w:rsid w:val="00DE63F9"/>
    <w:rsid w:val="00E045F0"/>
    <w:rsid w:val="00E17D5A"/>
    <w:rsid w:val="00E26515"/>
    <w:rsid w:val="00E55282"/>
    <w:rsid w:val="00E65B4B"/>
    <w:rsid w:val="00E73FF8"/>
    <w:rsid w:val="00E83173"/>
    <w:rsid w:val="00EB09B9"/>
    <w:rsid w:val="00EB2E49"/>
    <w:rsid w:val="00EC1238"/>
    <w:rsid w:val="00EC2572"/>
    <w:rsid w:val="00EC59FA"/>
    <w:rsid w:val="00ED1022"/>
    <w:rsid w:val="00EE6F60"/>
    <w:rsid w:val="00EF05AA"/>
    <w:rsid w:val="00EF503C"/>
    <w:rsid w:val="00EF5B93"/>
    <w:rsid w:val="00F042A5"/>
    <w:rsid w:val="00F12DA6"/>
    <w:rsid w:val="00F14D11"/>
    <w:rsid w:val="00F1515B"/>
    <w:rsid w:val="00F21355"/>
    <w:rsid w:val="00F31FEE"/>
    <w:rsid w:val="00F33693"/>
    <w:rsid w:val="00F648BF"/>
    <w:rsid w:val="00F678AB"/>
    <w:rsid w:val="00F81513"/>
    <w:rsid w:val="00F90512"/>
    <w:rsid w:val="00FA4464"/>
    <w:rsid w:val="00FB450D"/>
    <w:rsid w:val="00FB5966"/>
    <w:rsid w:val="00FC2548"/>
    <w:rsid w:val="00FE1738"/>
    <w:rsid w:val="00FE7B49"/>
    <w:rsid w:val="00FF0059"/>
    <w:rsid w:val="00FF1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3517"/>
    <w:pPr>
      <w:spacing w:after="120"/>
      <w:jc w:val="both"/>
    </w:pPr>
    <w:rPr>
      <w:rFonts w:ascii="Verdana" w:hAnsi="Verdana"/>
      <w:lang w:eastAsia="pl-PL"/>
    </w:rPr>
  </w:style>
  <w:style w:type="paragraph" w:styleId="Titre1">
    <w:name w:val="heading 1"/>
    <w:basedOn w:val="Normal"/>
    <w:next w:val="Normal"/>
    <w:qFormat/>
    <w:rsid w:val="00EF5B93"/>
    <w:pPr>
      <w:keepNext/>
      <w:keepLines/>
      <w:pageBreakBefore/>
      <w:numPr>
        <w:numId w:val="2"/>
      </w:numPr>
      <w:pBdr>
        <w:bottom w:val="single" w:sz="4" w:space="1" w:color="3366FF"/>
      </w:pBdr>
      <w:spacing w:before="360" w:after="240"/>
      <w:jc w:val="right"/>
      <w:outlineLvl w:val="0"/>
    </w:pPr>
    <w:rPr>
      <w:rFonts w:ascii="Georgia" w:hAnsi="Georgia" w:cs="Arial"/>
      <w:bCs/>
      <w:color w:val="333399"/>
      <w:kern w:val="32"/>
      <w:sz w:val="52"/>
      <w:szCs w:val="52"/>
    </w:rPr>
  </w:style>
  <w:style w:type="paragraph" w:styleId="Titre2">
    <w:name w:val="heading 2"/>
    <w:basedOn w:val="Normal"/>
    <w:next w:val="Normal"/>
    <w:qFormat/>
    <w:rsid w:val="00EF5B93"/>
    <w:pPr>
      <w:keepNext/>
      <w:keepLines/>
      <w:numPr>
        <w:ilvl w:val="1"/>
        <w:numId w:val="2"/>
      </w:numPr>
      <w:spacing w:before="240" w:after="240"/>
      <w:jc w:val="left"/>
      <w:outlineLvl w:val="1"/>
    </w:pPr>
    <w:rPr>
      <w:rFonts w:ascii="Arial Narrow" w:hAnsi="Arial Narrow" w:cs="Arial"/>
      <w:b/>
      <w:bCs/>
      <w:iCs/>
      <w:color w:val="333399"/>
      <w:sz w:val="40"/>
      <w:szCs w:val="40"/>
    </w:rPr>
  </w:style>
  <w:style w:type="paragraph" w:styleId="Titre3">
    <w:name w:val="heading 3"/>
    <w:basedOn w:val="Normal"/>
    <w:next w:val="Normal"/>
    <w:qFormat/>
    <w:rsid w:val="00EF5B93"/>
    <w:pPr>
      <w:keepNext/>
      <w:keepLines/>
      <w:numPr>
        <w:ilvl w:val="2"/>
        <w:numId w:val="2"/>
      </w:numPr>
      <w:spacing w:before="240" w:after="240"/>
      <w:outlineLvl w:val="2"/>
    </w:pPr>
    <w:rPr>
      <w:rFonts w:ascii="Arial Narrow" w:hAnsi="Arial Narrow" w:cs="Arial"/>
      <w:b/>
      <w:bCs/>
      <w:i/>
      <w:color w:val="333399"/>
      <w:sz w:val="32"/>
      <w:szCs w:val="32"/>
    </w:rPr>
  </w:style>
  <w:style w:type="paragraph" w:styleId="Titre4">
    <w:name w:val="heading 4"/>
    <w:basedOn w:val="Normal"/>
    <w:next w:val="Normal"/>
    <w:qFormat/>
    <w:rsid w:val="00EF5B93"/>
    <w:pPr>
      <w:keepNext/>
      <w:keepLines/>
      <w:numPr>
        <w:ilvl w:val="3"/>
        <w:numId w:val="2"/>
      </w:numPr>
      <w:spacing w:before="120"/>
      <w:outlineLvl w:val="3"/>
    </w:pPr>
    <w:rPr>
      <w:b/>
      <w:bCs/>
      <w:i/>
      <w:sz w:val="24"/>
      <w:szCs w:val="28"/>
    </w:rPr>
  </w:style>
  <w:style w:type="paragraph" w:styleId="Titre5">
    <w:name w:val="heading 5"/>
    <w:basedOn w:val="Normal"/>
    <w:next w:val="Normal"/>
    <w:qFormat/>
    <w:rsid w:val="00EF5B93"/>
    <w:pPr>
      <w:keepNext/>
      <w:keepLines/>
      <w:numPr>
        <w:ilvl w:val="4"/>
        <w:numId w:val="2"/>
      </w:numPr>
      <w:spacing w:before="240" w:after="60"/>
      <w:outlineLvl w:val="4"/>
    </w:pPr>
    <w:rPr>
      <w:b/>
      <w:bCs/>
      <w:iCs/>
      <w:sz w:val="22"/>
      <w:szCs w:val="22"/>
    </w:rPr>
  </w:style>
  <w:style w:type="paragraph" w:styleId="Titre6">
    <w:name w:val="heading 6"/>
    <w:basedOn w:val="Normal"/>
    <w:next w:val="Normal"/>
    <w:qFormat/>
    <w:rsid w:val="00EF5B93"/>
    <w:pPr>
      <w:keepNext/>
      <w:keepLines/>
      <w:numPr>
        <w:ilvl w:val="5"/>
        <w:numId w:val="2"/>
      </w:numPr>
      <w:tabs>
        <w:tab w:val="left" w:pos="1418"/>
      </w:tabs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EF5B93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rsid w:val="00EF5B93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EF5B93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BA5F65"/>
    <w:rPr>
      <w:color w:val="0000FF"/>
      <w:u w:val="single"/>
    </w:rPr>
  </w:style>
  <w:style w:type="paragraph" w:customStyle="1" w:styleId="CarCarCarCarCarCarCarCar1CarCarCarCar">
    <w:name w:val="Car Car Car Car Car Car Car Car1 Car Car Car Car"/>
    <w:basedOn w:val="Normal"/>
    <w:next w:val="Titre3"/>
    <w:autoRedefine/>
    <w:rsid w:val="0069270B"/>
    <w:pPr>
      <w:spacing w:after="160" w:line="240" w:lineRule="exact"/>
    </w:pPr>
    <w:rPr>
      <w:lang w:val="en-US" w:eastAsia="en-US"/>
    </w:rPr>
  </w:style>
  <w:style w:type="paragraph" w:styleId="En-tte">
    <w:name w:val="header"/>
    <w:basedOn w:val="Normal"/>
    <w:rsid w:val="00D87634"/>
    <w:pPr>
      <w:tabs>
        <w:tab w:val="center" w:pos="4536"/>
        <w:tab w:val="right" w:pos="9072"/>
      </w:tabs>
      <w:spacing w:after="0"/>
    </w:pPr>
  </w:style>
  <w:style w:type="paragraph" w:styleId="Pieddepage">
    <w:name w:val="footer"/>
    <w:basedOn w:val="Normal"/>
    <w:rsid w:val="000413BB"/>
    <w:pPr>
      <w:tabs>
        <w:tab w:val="center" w:pos="4536"/>
        <w:tab w:val="right" w:pos="9072"/>
      </w:tabs>
      <w:spacing w:after="0"/>
    </w:pPr>
    <w:rPr>
      <w:sz w:val="16"/>
      <w:szCs w:val="16"/>
    </w:rPr>
  </w:style>
  <w:style w:type="paragraph" w:customStyle="1" w:styleId="Chapeau">
    <w:name w:val="Chapeau"/>
    <w:basedOn w:val="Normal"/>
    <w:rsid w:val="00EC1238"/>
    <w:rPr>
      <w:b/>
    </w:rPr>
  </w:style>
  <w:style w:type="numbering" w:customStyle="1" w:styleId="StyleListeimagesdepuces">
    <w:name w:val="Style Liste à images de puces"/>
    <w:basedOn w:val="Aucuneliste"/>
    <w:rsid w:val="009F63FD"/>
    <w:pPr>
      <w:numPr>
        <w:numId w:val="1"/>
      </w:numPr>
    </w:pPr>
  </w:style>
  <w:style w:type="table" w:styleId="Grilledutableau">
    <w:name w:val="Table Grid"/>
    <w:basedOn w:val="TableauNormal"/>
    <w:rsid w:val="00411DF9"/>
    <w:pPr>
      <w:spacing w:after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page">
    <w:name w:val="page number"/>
    <w:basedOn w:val="Policepardfaut"/>
    <w:rsid w:val="00D87634"/>
  </w:style>
  <w:style w:type="paragraph" w:styleId="TM1">
    <w:name w:val="toc 1"/>
    <w:basedOn w:val="Normal"/>
    <w:next w:val="Normal"/>
    <w:autoRedefine/>
    <w:semiHidden/>
    <w:rsid w:val="0074309E"/>
  </w:style>
  <w:style w:type="paragraph" w:styleId="TM2">
    <w:name w:val="toc 2"/>
    <w:basedOn w:val="Normal"/>
    <w:next w:val="Normal"/>
    <w:autoRedefine/>
    <w:semiHidden/>
    <w:rsid w:val="0074309E"/>
    <w:pPr>
      <w:ind w:left="200"/>
    </w:pPr>
  </w:style>
  <w:style w:type="paragraph" w:styleId="TM3">
    <w:name w:val="toc 3"/>
    <w:basedOn w:val="Normal"/>
    <w:next w:val="Normal"/>
    <w:autoRedefine/>
    <w:semiHidden/>
    <w:rsid w:val="0074309E"/>
    <w:pPr>
      <w:ind w:left="400"/>
    </w:pPr>
  </w:style>
  <w:style w:type="paragraph" w:customStyle="1" w:styleId="Titretableau">
    <w:name w:val="Titre tableau"/>
    <w:basedOn w:val="Normal"/>
    <w:rsid w:val="009018BF"/>
    <w:pPr>
      <w:keepNext/>
      <w:keepLines/>
      <w:spacing w:before="120"/>
      <w:jc w:val="center"/>
    </w:pPr>
    <w:rPr>
      <w:b/>
      <w:sz w:val="18"/>
      <w:szCs w:val="18"/>
    </w:rPr>
  </w:style>
  <w:style w:type="paragraph" w:customStyle="1" w:styleId="Corpstableau">
    <w:name w:val="Corps tableau"/>
    <w:basedOn w:val="Normal"/>
    <w:rsid w:val="009018BF"/>
    <w:pPr>
      <w:keepLines/>
      <w:spacing w:after="0"/>
      <w:jc w:val="left"/>
    </w:pPr>
    <w:rPr>
      <w:sz w:val="18"/>
      <w:szCs w:val="18"/>
    </w:rPr>
  </w:style>
  <w:style w:type="paragraph" w:customStyle="1" w:styleId="Titregnral">
    <w:name w:val="Titre général"/>
    <w:basedOn w:val="Titre1"/>
    <w:next w:val="Normal"/>
    <w:rsid w:val="001E1778"/>
    <w:pPr>
      <w:numPr>
        <w:numId w:val="0"/>
      </w:numPr>
      <w:pBdr>
        <w:bottom w:val="none" w:sz="0" w:space="0" w:color="auto"/>
      </w:pBdr>
      <w:jc w:val="center"/>
    </w:pPr>
  </w:style>
  <w:style w:type="paragraph" w:customStyle="1" w:styleId="StyleTitre5Gauche0cmPremireligne0cm">
    <w:name w:val="Style Titre 5 + Gauche :  0 cm Première ligne : 0 cm"/>
    <w:basedOn w:val="Titre5"/>
    <w:rsid w:val="00132B49"/>
    <w:pPr>
      <w:numPr>
        <w:ilvl w:val="0"/>
        <w:numId w:val="0"/>
      </w:numPr>
    </w:pPr>
    <w:rPr>
      <w:iCs w:val="0"/>
      <w:szCs w:val="20"/>
    </w:rPr>
  </w:style>
  <w:style w:type="paragraph" w:customStyle="1" w:styleId="StyleTitre5Noir">
    <w:name w:val="Style Titre 5 + Noir"/>
    <w:basedOn w:val="Titre5"/>
    <w:rsid w:val="00EB09B9"/>
    <w:pPr>
      <w:numPr>
        <w:ilvl w:val="0"/>
        <w:numId w:val="0"/>
      </w:numPr>
      <w:tabs>
        <w:tab w:val="left" w:pos="1134"/>
      </w:tabs>
    </w:pPr>
    <w:rPr>
      <w:iCs w:val="0"/>
      <w:color w:val="000000"/>
    </w:rPr>
  </w:style>
  <w:style w:type="character" w:styleId="Marquedecommentaire">
    <w:name w:val="annotation reference"/>
    <w:basedOn w:val="Policepardfaut"/>
    <w:semiHidden/>
    <w:rsid w:val="006D3174"/>
    <w:rPr>
      <w:sz w:val="16"/>
      <w:szCs w:val="16"/>
    </w:rPr>
  </w:style>
  <w:style w:type="paragraph" w:styleId="Commentaire">
    <w:name w:val="annotation text"/>
    <w:basedOn w:val="Normal"/>
    <w:semiHidden/>
    <w:rsid w:val="006D3174"/>
  </w:style>
  <w:style w:type="paragraph" w:styleId="Objetducommentaire">
    <w:name w:val="annotation subject"/>
    <w:basedOn w:val="Commentaire"/>
    <w:next w:val="Commentaire"/>
    <w:semiHidden/>
    <w:rsid w:val="006D3174"/>
    <w:rPr>
      <w:b/>
      <w:bCs/>
    </w:rPr>
  </w:style>
  <w:style w:type="paragraph" w:styleId="Textedebulles">
    <w:name w:val="Balloon Text"/>
    <w:basedOn w:val="Normal"/>
    <w:semiHidden/>
    <w:rsid w:val="006D3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bonnet\AppData\Local\Temp\RPF%20-%20Relev&#233;%20de%20pr&#233;sence%20formatio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6B502-0074-427E-94D1-86FFE4B49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RPF - Relevé de présence formation.dot</Template>
  <TotalTime>0</TotalTime>
  <Pages>1</Pages>
  <Words>24</Words>
  <Characters>178</Characters>
  <Application>Microsoft Office Word</Application>
  <DocSecurity>0</DocSecurity>
  <Lines>29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donuts</vt:lpstr>
    </vt:vector>
  </TitlesOfParts>
  <Manager>RESPONSABLE</Manager>
  <Company>OEVO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donuts</dc:title>
  <dc:subject>Skateboard</dc:subject>
  <dc:creator>Bart Simpson</dc:creator>
  <cp:keywords>mots clés du documents</cp:keywords>
  <dc:description>Commentaires accentués</dc:description>
  <cp:lastModifiedBy>ebonnet</cp:lastModifiedBy>
  <cp:revision>7</cp:revision>
  <cp:lastPrinted>2010-07-06T13:48:00Z</cp:lastPrinted>
  <dcterms:created xsi:type="dcterms:W3CDTF">2011-09-13T12:20:00Z</dcterms:created>
  <dcterms:modified xsi:type="dcterms:W3CDTF">2011-09-14T14:05:00Z</dcterms:modified>
  <cp:category>Catégorie animation</cp:category>
  <cp:contentStatus>Etat du document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éférence">
    <vt:lpwstr>Client/FORM/RPF/aaaammdd-01</vt:lpwstr>
  </property>
  <property fmtid="{D5CDD505-2E9C-101B-9397-08002B2CF9AE}" pid="3" name="Version">
    <vt:lpwstr>0.1</vt:lpwstr>
  </property>
  <property fmtid="{D5CDD505-2E9C-101B-9397-08002B2CF9AE}" pid="4" name="Client">
    <vt:lpwstr>CLIENT</vt:lpwstr>
  </property>
  <property fmtid="{D5CDD505-2E9C-101B-9397-08002B2CF9AE}" pid="5" name="Projet">
    <vt:lpwstr>PROJET</vt:lpwstr>
  </property>
  <property fmtid="{D5CDD505-2E9C-101B-9397-08002B2CF9AE}" pid="6" name="SILVERNAME">
    <vt:lpwstr>peas</vt:lpwstr>
  </property>
</Properties>
</file>